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8E" w:rsidRPr="004424BA" w:rsidRDefault="0060148E" w:rsidP="008319AF">
      <w:r w:rsidRPr="008319AF">
        <w:t>Base</w:t>
      </w:r>
      <w:r w:rsidRPr="00BC2C82">
        <w:rPr>
          <w:position w:val="-96"/>
        </w:rPr>
        <w:t>Subscript</w:t>
      </w:r>
    </w:p>
    <w:sectPr w:rsidR="0060148E" w:rsidRPr="004424BA" w:rsidSect="00F96F44">
      <w:pgSz w:w="8392" w:h="5954" w:orient="landscape" w:code="70"/>
      <w:pgMar w:top="2268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AA4"/>
    <w:rsid w:val="00054F89"/>
    <w:rsid w:val="000E7891"/>
    <w:rsid w:val="00170AA4"/>
    <w:rsid w:val="00257DF0"/>
    <w:rsid w:val="002A26E9"/>
    <w:rsid w:val="00306603"/>
    <w:rsid w:val="003528D0"/>
    <w:rsid w:val="003A6F86"/>
    <w:rsid w:val="00413717"/>
    <w:rsid w:val="004424BA"/>
    <w:rsid w:val="00487DC5"/>
    <w:rsid w:val="00491A2D"/>
    <w:rsid w:val="004D4BF5"/>
    <w:rsid w:val="004F40ED"/>
    <w:rsid w:val="00524A51"/>
    <w:rsid w:val="005447AE"/>
    <w:rsid w:val="005D2F0E"/>
    <w:rsid w:val="0060148E"/>
    <w:rsid w:val="00617626"/>
    <w:rsid w:val="00644FCB"/>
    <w:rsid w:val="00724D1A"/>
    <w:rsid w:val="007B7E7F"/>
    <w:rsid w:val="00826F86"/>
    <w:rsid w:val="008319AF"/>
    <w:rsid w:val="00843437"/>
    <w:rsid w:val="008830DA"/>
    <w:rsid w:val="008E6CAC"/>
    <w:rsid w:val="008F3BC1"/>
    <w:rsid w:val="009D7FEE"/>
    <w:rsid w:val="00AF738B"/>
    <w:rsid w:val="00B65E4D"/>
    <w:rsid w:val="00BC2C82"/>
    <w:rsid w:val="00C239B6"/>
    <w:rsid w:val="00E02350"/>
    <w:rsid w:val="00E21890"/>
    <w:rsid w:val="00E830C2"/>
    <w:rsid w:val="00EB3D0F"/>
    <w:rsid w:val="00EB56A5"/>
    <w:rsid w:val="00F9160E"/>
    <w:rsid w:val="00F9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7F"/>
    <w:rPr>
      <w:rFonts w:ascii="Liberation Sans" w:hAnsi="Liberation Sans" w:cs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script33">
    <w:name w:val="subscript33"/>
    <w:basedOn w:val="DefaultParagraphFont"/>
    <w:uiPriority w:val="99"/>
    <w:rsid w:val="007B7E7F"/>
    <w:rPr>
      <w:rFonts w:cs="Times New Roman"/>
      <w:position w:val="-8"/>
    </w:rPr>
  </w:style>
  <w:style w:type="character" w:customStyle="1" w:styleId="subscript66">
    <w:name w:val="subscript66"/>
    <w:basedOn w:val="DefaultParagraphFont"/>
    <w:uiPriority w:val="99"/>
    <w:rsid w:val="00054F89"/>
    <w:rPr>
      <w:rFonts w:cs="Times New Roman"/>
      <w:position w:val="-16"/>
      <w:sz w:val="24"/>
    </w:rPr>
  </w:style>
  <w:style w:type="character" w:customStyle="1" w:styleId="CharSize48">
    <w:name w:val="CharSize48"/>
    <w:basedOn w:val="DefaultParagraphFont"/>
    <w:uiPriority w:val="99"/>
    <w:rsid w:val="00C239B6"/>
    <w:rPr>
      <w:rFonts w:cs="Times New Roman"/>
      <w:position w:val="0"/>
      <w:sz w:val="96"/>
    </w:rPr>
  </w:style>
  <w:style w:type="character" w:customStyle="1" w:styleId="subscript">
    <w:name w:val="subscript"/>
    <w:basedOn w:val="CharSize48"/>
    <w:uiPriority w:val="99"/>
    <w:rsid w:val="008319AF"/>
    <w:rPr>
      <w:position w:val="-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374</TotalTime>
  <Pages>1</Pages>
  <Words>2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Basesubscript</dc:title>
  <dc:subject/>
  <dc:creator>JLAutoBuild</dc:creator>
  <cp:keywords/>
  <dc:description/>
  <cp:lastModifiedBy>JLAutoBuild</cp:lastModifiedBy>
  <cp:revision>3</cp:revision>
  <dcterms:created xsi:type="dcterms:W3CDTF">2019-10-04T09:01:00Z</dcterms:created>
  <dcterms:modified xsi:type="dcterms:W3CDTF">2019-10-04T12:36:00Z</dcterms:modified>
</cp:coreProperties>
</file>