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4DC83" w14:textId="330474E0" w:rsidR="0086695E" w:rsidRDefault="00BF2F0B" w:rsidP="00912661">
      <w:pPr>
        <w:spacing w:after="0"/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C46D0D7" wp14:editId="0EAFE366">
                <wp:simplePos x="0" y="0"/>
                <wp:positionH relativeFrom="column">
                  <wp:posOffset>467360</wp:posOffset>
                </wp:positionH>
                <wp:positionV relativeFrom="paragraph">
                  <wp:posOffset>486410</wp:posOffset>
                </wp:positionV>
                <wp:extent cx="4095750" cy="2389188"/>
                <wp:effectExtent l="0" t="0" r="0" b="0"/>
                <wp:wrapTopAndBottom/>
                <wp:docPr id="1283265200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chemeClr val="bg2"/>
                        </a:solidFill>
                      </wpc:bg>
                      <wpc:whole/>
                      <wps:wsp>
                        <wps:cNvPr id="421746753" name="Oval 421746753"/>
                        <wps:cNvSpPr/>
                        <wps:spPr>
                          <a:xfrm>
                            <a:off x="2743200" y="1524000"/>
                            <a:ext cx="1152525" cy="62865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0153281" name="Pentagon 1240153281"/>
                        <wps:cNvSpPr/>
                        <wps:spPr>
                          <a:xfrm>
                            <a:off x="244050" y="124544"/>
                            <a:ext cx="1066800" cy="771249"/>
                          </a:xfrm>
                          <a:prstGeom prst="pentagon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797765" name="Connector: Elbow 259797765"/>
                        <wps:cNvCnPr>
                          <a:stCxn id="1240153281" idx="4"/>
                          <a:endCxn id="421746753" idx="2"/>
                        </wps:cNvCnPr>
                        <wps:spPr>
                          <a:xfrm rot="16200000" flipH="1">
                            <a:off x="1453887" y="549012"/>
                            <a:ext cx="942534" cy="1636091"/>
                          </a:xfrm>
                          <a:prstGeom prst="curvedConnector2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CB1AC1" id="Canvas 1" o:spid="_x0000_s1026" editas="canvas" style="position:absolute;margin-left:36.8pt;margin-top:38.3pt;width:322.5pt;height:188.15pt;z-index:251659264;mso-width-relative:margin;mso-height-relative:margin" coordsize="40957,23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957;height:23888;visibility:visible;mso-wrap-style:square" filled="t" fillcolor="#eeece1 [3214]">
                  <v:fill o:detectmouseclick="t"/>
                  <v:path o:connecttype="none"/>
                </v:shape>
                <v:oval id="Oval 421746753" o:spid="_x0000_s1028" style="position:absolute;left:27432;top:15240;width:11525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" fillcolor="#eaf1dd [662]" strokecolor="#76923c [2406]" strokeweight="2pt"/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Pentagon 1240153281" o:spid="_x0000_s1029" type="#_x0000_t56" style="position:absolute;left:2440;top:1245;width:10668;height:7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" fillcolor="#dbe5f1 [660]" strokecolor="#0a121c [484]" strokeweight="2pt"/>
                <v:shapetype id="_x0000_t37" coordsize="21600,21600" o:spt="37" o:oned="t" path="m,c10800,,21600,10800,21600,21600e" filled="f">
                  <v:path arrowok="t" fillok="f" o:connecttype="none"/>
                  <o:lock v:ext="edit" shapetype="t"/>
                </v:shapetype>
                <v:shape id="Connector: Elbow 259797765" o:spid="_x0000_s1030" type="#_x0000_t37" style="position:absolute;left:14538;top:5490;width:9426;height:16360;rotation:90;flip:x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" strokecolor="red" strokeweight="1.5pt">
                  <v:stroke endarrow="block"/>
                </v:shape>
                <w10:wrap type="topAndBottom"/>
              </v:group>
            </w:pict>
          </mc:Fallback>
        </mc:AlternateContent>
      </w:r>
      <w:r>
        <w:t>Dummy</w:t>
      </w:r>
    </w:p>
    <w:sectPr w:rsidR="0086695E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F0B"/>
    <w:rsid w:val="000C1ECD"/>
    <w:rsid w:val="00101A1E"/>
    <w:rsid w:val="002B63F0"/>
    <w:rsid w:val="00321565"/>
    <w:rsid w:val="00322A6C"/>
    <w:rsid w:val="00326855"/>
    <w:rsid w:val="004E38BB"/>
    <w:rsid w:val="005702D9"/>
    <w:rsid w:val="0062363A"/>
    <w:rsid w:val="007257C4"/>
    <w:rsid w:val="007C21FB"/>
    <w:rsid w:val="0086695E"/>
    <w:rsid w:val="0087728C"/>
    <w:rsid w:val="00912661"/>
    <w:rsid w:val="00936920"/>
    <w:rsid w:val="00945D45"/>
    <w:rsid w:val="00A37F91"/>
    <w:rsid w:val="00AB7264"/>
    <w:rsid w:val="00B1519E"/>
    <w:rsid w:val="00BB620D"/>
    <w:rsid w:val="00BD6080"/>
    <w:rsid w:val="00BF2F0B"/>
    <w:rsid w:val="00C26373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01583F"/>
  <w14:discardImageEditingData/>
  <w14:defaultImageDpi w14:val="32767"/>
  <w15:chartTrackingRefBased/>
  <w15:docId w15:val="{1EB31FCF-CFDE-4040-AAB5-4849E65B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2023-11-19T14:42:00Z</dcterms:created>
  <dcterms:modified xsi:type="dcterms:W3CDTF">2023-11-19T14:42:00Z</dcterms:modified>
</cp:coreProperties>
</file>